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CB" w:rsidRPr="00F6654E" w:rsidRDefault="00020BCB" w:rsidP="00DC6C96">
      <w:pPr>
        <w:pStyle w:val="3"/>
        <w:jc w:val="left"/>
        <w:rPr>
          <w:b w:val="0"/>
          <w:color w:val="000000"/>
          <w:sz w:val="16"/>
          <w:szCs w:val="16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 w:rsidRPr="00F6654E">
        <w:rPr>
          <w:color w:val="000000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 w:rsidRPr="00F6654E">
        <w:rPr>
          <w:b w:val="0"/>
          <w:color w:val="000000"/>
          <w:sz w:val="16"/>
          <w:szCs w:val="16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C35EA9" w:rsidP="00DC6C96">
      <w:pPr>
        <w:pStyle w:val="3"/>
        <w:jc w:val="left"/>
        <w:rPr>
          <w:b w:val="0"/>
          <w:sz w:val="15"/>
          <w:lang w:val="uk-UA"/>
        </w:rPr>
      </w:pPr>
      <w:r w:rsidRPr="00F6654E">
        <w:rPr>
          <w:b w:val="0"/>
          <w:sz w:val="20"/>
          <w:szCs w:val="20"/>
          <w:u w:val="single"/>
        </w:rPr>
        <w:t>06.01.2023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F6654E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7E37D1">
        <w:rPr>
          <w:b w:val="0"/>
          <w:sz w:val="20"/>
          <w:szCs w:val="20"/>
          <w:lang w:val="uk-UA"/>
        </w:rPr>
        <w:t>№</w:t>
      </w:r>
      <w:r w:rsidRPr="00F6654E">
        <w:rPr>
          <w:b w:val="0"/>
          <w:sz w:val="20"/>
          <w:szCs w:val="20"/>
        </w:rPr>
        <w:t xml:space="preserve"> </w:t>
      </w:r>
      <w:r w:rsidR="00C35EA9" w:rsidRPr="00F6654E">
        <w:rPr>
          <w:b w:val="0"/>
          <w:sz w:val="20"/>
          <w:szCs w:val="20"/>
          <w:u w:val="single"/>
        </w:rPr>
        <w:t>б/н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79"/>
      </w:tblGrid>
      <w:tr w:rsidR="00DC6C96" w:rsidRPr="00F6654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Pr="00F6654E" w:rsidRDefault="00DC6C96" w:rsidP="00DC6C96">
      <w:pPr>
        <w:rPr>
          <w:vanish/>
          <w:color w:val="000000"/>
          <w:lang w:val="uk-UA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8"/>
        <w:gridCol w:w="185"/>
        <w:gridCol w:w="3640"/>
        <w:gridCol w:w="185"/>
        <w:gridCol w:w="4261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C35EA9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Голова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Правління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C35EA9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Андрієвський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Олександр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Валерійович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 w:rsidR="00244204">
              <w:rPr>
                <w:rStyle w:val="small-text1"/>
                <w:color w:val="000000"/>
              </w:rPr>
              <w:t xml:space="preserve"> </w:t>
            </w:r>
            <w:r w:rsidR="00244204">
              <w:rPr>
                <w:sz w:val="20"/>
                <w:szCs w:val="20"/>
                <w:lang w:val="uk-UA"/>
              </w:rPr>
              <w:t>або</w:t>
            </w:r>
            <w:r w:rsidR="00244204">
              <w:rPr>
                <w:sz w:val="20"/>
                <w:szCs w:val="20"/>
                <w:lang w:val="uk-UA"/>
              </w:rPr>
              <w:br/>
              <w:t>уповноваженої особи емітента</w:t>
            </w:r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244204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97"/>
        <w:gridCol w:w="4667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:rsidR="00DC6C96" w:rsidRPr="00F6654E" w:rsidRDefault="00C35EA9" w:rsidP="00DC6C96">
            <w:pPr>
              <w:rPr>
                <w:sz w:val="20"/>
                <w:szCs w:val="20"/>
              </w:rPr>
            </w:pPr>
            <w:r w:rsidRPr="00F6654E">
              <w:rPr>
                <w:sz w:val="20"/>
                <w:szCs w:val="20"/>
              </w:rPr>
              <w:t>ПУБЛ</w:t>
            </w:r>
            <w:r>
              <w:rPr>
                <w:sz w:val="20"/>
                <w:szCs w:val="20"/>
                <w:lang w:val="en-US"/>
              </w:rPr>
              <w:t>I</w:t>
            </w:r>
            <w:r w:rsidRPr="00F6654E">
              <w:rPr>
                <w:sz w:val="20"/>
                <w:szCs w:val="20"/>
              </w:rPr>
              <w:t>ЧНЕ АКЦ</w:t>
            </w:r>
            <w:r>
              <w:rPr>
                <w:sz w:val="20"/>
                <w:szCs w:val="20"/>
                <w:lang w:val="en-US"/>
              </w:rPr>
              <w:t>I</w:t>
            </w:r>
            <w:r w:rsidRPr="00F6654E">
              <w:rPr>
                <w:sz w:val="20"/>
                <w:szCs w:val="20"/>
              </w:rPr>
              <w:t>ОНЕРНЕ ТОВАРИСТВО "ЗАПОР</w:t>
            </w:r>
            <w:r>
              <w:rPr>
                <w:sz w:val="20"/>
                <w:szCs w:val="20"/>
                <w:lang w:val="en-US"/>
              </w:rPr>
              <w:t>I</w:t>
            </w:r>
            <w:r w:rsidRPr="00F6654E">
              <w:rPr>
                <w:sz w:val="20"/>
                <w:szCs w:val="20"/>
              </w:rPr>
              <w:t>ЗЬКИЙ ОЛ</w:t>
            </w:r>
            <w:r>
              <w:rPr>
                <w:sz w:val="20"/>
                <w:szCs w:val="20"/>
                <w:lang w:val="en-US"/>
              </w:rPr>
              <w:t>I</w:t>
            </w:r>
            <w:r w:rsidRPr="00F6654E">
              <w:rPr>
                <w:sz w:val="20"/>
                <w:szCs w:val="20"/>
              </w:rPr>
              <w:t>ЯЖИРКОМБ</w:t>
            </w:r>
            <w:r>
              <w:rPr>
                <w:sz w:val="20"/>
                <w:szCs w:val="20"/>
                <w:lang w:val="en-US"/>
              </w:rPr>
              <w:t>I</w:t>
            </w:r>
            <w:r w:rsidRPr="00F6654E">
              <w:rPr>
                <w:sz w:val="20"/>
                <w:szCs w:val="20"/>
              </w:rPr>
              <w:t>НАТ"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C35EA9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:rsidR="00D42FB5" w:rsidRPr="00DF42E6" w:rsidRDefault="00C35EA9" w:rsidP="00DF42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69014 </w:t>
            </w:r>
            <w:proofErr w:type="spellStart"/>
            <w:r>
              <w:rPr>
                <w:sz w:val="20"/>
                <w:szCs w:val="20"/>
                <w:lang w:val="uk-UA"/>
              </w:rPr>
              <w:t>Запорiжжя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вул. Харчова, 3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C35EA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00373847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C35EA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(061)289-47-11; 287-20-57 (061)289-47-11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C35EA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info@zmgk.zp.ua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C35EA9" w:rsidRPr="00F6654E" w:rsidRDefault="00C35EA9" w:rsidP="00DC6C96">
            <w:pPr>
              <w:rPr>
                <w:sz w:val="20"/>
                <w:szCs w:val="20"/>
              </w:rPr>
            </w:pPr>
            <w:r w:rsidRPr="00F6654E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C35EA9" w:rsidRDefault="00C35EA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35EA9" w:rsidRDefault="00C35EA9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531337" w:rsidRPr="009A60E3" w:rsidRDefault="00C35EA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C35EA9" w:rsidRPr="00F6654E" w:rsidRDefault="00C35EA9" w:rsidP="00DC6C96">
            <w:pPr>
              <w:rPr>
                <w:sz w:val="20"/>
                <w:szCs w:val="20"/>
              </w:rPr>
            </w:pPr>
            <w:r w:rsidRPr="00F6654E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C35EA9" w:rsidRDefault="00C35EA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35EA9" w:rsidRDefault="00C35EA9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C35EA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22"/>
        <w:gridCol w:w="5469"/>
        <w:gridCol w:w="1545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 xml:space="preserve">Повідомлення розміщено на власному </w:t>
            </w:r>
            <w:proofErr w:type="spellStart"/>
            <w:r w:rsidRPr="001714DF">
              <w:rPr>
                <w:b/>
                <w:sz w:val="18"/>
                <w:szCs w:val="18"/>
                <w:lang w:val="uk-UA"/>
              </w:rPr>
              <w:t>веб-сайті</w:t>
            </w:r>
            <w:proofErr w:type="spellEnd"/>
            <w:r w:rsidRPr="001714DF">
              <w:rPr>
                <w:b/>
                <w:sz w:val="18"/>
                <w:szCs w:val="18"/>
                <w:lang w:val="uk-UA"/>
              </w:rPr>
              <w:t xml:space="preserve">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35EA9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zmgk</w:t>
            </w:r>
            <w:r w:rsidRPr="00F6654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com</w:t>
            </w:r>
            <w:r w:rsidRPr="00F6654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ua</w:t>
            </w:r>
            <w:r w:rsidRPr="00F6654E">
              <w:rPr>
                <w:sz w:val="20"/>
                <w:szCs w:val="20"/>
              </w:rPr>
              <w:t xml:space="preserve"> ,  </w:t>
            </w:r>
            <w:r>
              <w:rPr>
                <w:sz w:val="20"/>
                <w:szCs w:val="20"/>
                <w:lang w:val="en-US"/>
              </w:rPr>
              <w:t>zmgk</w:t>
            </w:r>
            <w:r w:rsidRPr="00F6654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com</w:t>
            </w:r>
            <w:r w:rsidRPr="00F6654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ua</w:t>
            </w:r>
            <w:r w:rsidRPr="00F6654E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index</w:t>
            </w:r>
            <w:proofErr w:type="spellEnd"/>
            <w:r w:rsidRPr="00F6654E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php</w:t>
            </w:r>
            <w:proofErr w:type="spellEnd"/>
            <w:r w:rsidRPr="00F6654E">
              <w:rPr>
                <w:sz w:val="20"/>
                <w:szCs w:val="20"/>
              </w:rPr>
              <w:t>?</w:t>
            </w:r>
            <w:proofErr w:type="spellStart"/>
            <w:r>
              <w:rPr>
                <w:sz w:val="20"/>
                <w:szCs w:val="20"/>
                <w:lang w:val="en-US"/>
              </w:rPr>
              <w:t>vid</w:t>
            </w:r>
            <w:proofErr w:type="spellEnd"/>
            <w:r w:rsidRPr="00F6654E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  <w:lang w:val="en-US"/>
              </w:rPr>
              <w:t>change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35EA9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06.01.2023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 xml:space="preserve">URL-адреса </w:t>
            </w:r>
            <w:proofErr w:type="spellStart"/>
            <w:r w:rsidR="00C86AFD" w:rsidRPr="00C86AFD">
              <w:rPr>
                <w:sz w:val="20"/>
                <w:szCs w:val="20"/>
              </w:rPr>
              <w:t>веб-сайту</w:t>
            </w:r>
            <w:proofErr w:type="spellEnd"/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663879" w:rsidRDefault="00663879" w:rsidP="00C86AFD">
      <w:pPr>
        <w:rPr>
          <w:lang w:val="en-US"/>
        </w:rPr>
        <w:sectPr w:rsidR="00663879" w:rsidSect="00C35EA9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166"/>
        <w:tblW w:w="209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803"/>
      </w:tblGrid>
      <w:tr w:rsidR="00663879" w:rsidRPr="00663879" w:rsidTr="00AF53F1">
        <w:trPr>
          <w:trHeight w:val="440"/>
          <w:tblCellSpacing w:w="22" w:type="dxa"/>
        </w:trPr>
        <w:tc>
          <w:tcPr>
            <w:tcW w:w="4931" w:type="pct"/>
          </w:tcPr>
          <w:p w:rsidR="00663879" w:rsidRPr="00663879" w:rsidRDefault="00663879" w:rsidP="00663879">
            <w:pPr>
              <w:spacing w:before="100" w:beforeAutospacing="1" w:after="100" w:afterAutospacing="1"/>
              <w:ind w:left="-284" w:firstLine="284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</w:rPr>
              <w:lastRenderedPageBreak/>
              <w:t>Додаток</w:t>
            </w:r>
            <w:proofErr w:type="spellEnd"/>
            <w:r w:rsidRPr="00663879">
              <w:rPr>
                <w:sz w:val="20"/>
                <w:szCs w:val="20"/>
              </w:rPr>
              <w:t xml:space="preserve"> 6</w:t>
            </w:r>
            <w:r w:rsidRPr="00663879">
              <w:rPr>
                <w:sz w:val="20"/>
                <w:szCs w:val="20"/>
              </w:rPr>
              <w:br/>
              <w:t xml:space="preserve">до </w:t>
            </w:r>
            <w:proofErr w:type="spellStart"/>
            <w:r w:rsidRPr="00663879">
              <w:rPr>
                <w:sz w:val="20"/>
                <w:szCs w:val="20"/>
              </w:rPr>
              <w:t>Положення</w:t>
            </w:r>
            <w:proofErr w:type="spellEnd"/>
            <w:r w:rsidRPr="00663879">
              <w:rPr>
                <w:sz w:val="20"/>
                <w:szCs w:val="20"/>
              </w:rPr>
              <w:t xml:space="preserve"> про </w:t>
            </w:r>
            <w:proofErr w:type="spellStart"/>
            <w:r w:rsidRPr="00663879">
              <w:rPr>
                <w:sz w:val="20"/>
                <w:szCs w:val="20"/>
              </w:rPr>
              <w:t>розкриття</w:t>
            </w:r>
            <w:proofErr w:type="spellEnd"/>
            <w:r w:rsidRPr="00663879">
              <w:rPr>
                <w:sz w:val="20"/>
                <w:szCs w:val="20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</w:rPr>
              <w:t>інформації</w:t>
            </w:r>
            <w:proofErr w:type="spellEnd"/>
            <w:r w:rsidRPr="00663879">
              <w:rPr>
                <w:sz w:val="20"/>
                <w:szCs w:val="20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</w:rPr>
              <w:t>емітентами</w:t>
            </w:r>
            <w:proofErr w:type="spellEnd"/>
            <w:r w:rsidRPr="00663879">
              <w:rPr>
                <w:sz w:val="20"/>
                <w:szCs w:val="20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</w:rPr>
              <w:t>цінних</w:t>
            </w:r>
            <w:proofErr w:type="spellEnd"/>
            <w:r w:rsidRPr="00663879">
              <w:rPr>
                <w:sz w:val="20"/>
                <w:szCs w:val="20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</w:rPr>
              <w:t>паперів</w:t>
            </w:r>
            <w:proofErr w:type="spellEnd"/>
            <w:r w:rsidRPr="00663879">
              <w:rPr>
                <w:sz w:val="20"/>
                <w:szCs w:val="20"/>
              </w:rPr>
              <w:br/>
              <w:t>(</w:t>
            </w:r>
            <w:proofErr w:type="spellStart"/>
            <w:r w:rsidRPr="00663879">
              <w:rPr>
                <w:sz w:val="20"/>
                <w:szCs w:val="20"/>
              </w:rPr>
              <w:t>п</w:t>
            </w:r>
            <w:proofErr w:type="gramStart"/>
            <w:r w:rsidRPr="00663879">
              <w:rPr>
                <w:sz w:val="20"/>
                <w:szCs w:val="20"/>
              </w:rPr>
              <w:t>у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(</w:t>
            </w:r>
            <w:proofErr w:type="spellStart"/>
            <w:proofErr w:type="gramEnd"/>
            <w:r w:rsidRPr="00663879">
              <w:rPr>
                <w:sz w:val="20"/>
                <w:szCs w:val="20"/>
                <w:lang w:val="uk-UA"/>
              </w:rPr>
              <w:t>пу</w:t>
            </w:r>
            <w:r w:rsidRPr="00663879">
              <w:rPr>
                <w:sz w:val="20"/>
                <w:szCs w:val="20"/>
              </w:rPr>
              <w:t>нкт</w:t>
            </w:r>
            <w:proofErr w:type="spellEnd"/>
            <w:r w:rsidRPr="00663879">
              <w:rPr>
                <w:sz w:val="20"/>
                <w:szCs w:val="20"/>
              </w:rPr>
              <w:t xml:space="preserve"> 7 </w:t>
            </w:r>
            <w:proofErr w:type="spellStart"/>
            <w:r w:rsidRPr="00663879">
              <w:rPr>
                <w:sz w:val="20"/>
                <w:szCs w:val="20"/>
              </w:rPr>
              <w:t>глави</w:t>
            </w:r>
            <w:proofErr w:type="spellEnd"/>
            <w:r w:rsidRPr="00663879">
              <w:rPr>
                <w:sz w:val="20"/>
                <w:szCs w:val="20"/>
              </w:rPr>
              <w:t xml:space="preserve"> 1 </w:t>
            </w:r>
            <w:proofErr w:type="spellStart"/>
            <w:r w:rsidRPr="00663879">
              <w:rPr>
                <w:sz w:val="20"/>
                <w:szCs w:val="20"/>
              </w:rPr>
              <w:t>розділу</w:t>
            </w:r>
            <w:proofErr w:type="spellEnd"/>
            <w:r w:rsidRPr="00663879">
              <w:rPr>
                <w:sz w:val="20"/>
                <w:szCs w:val="20"/>
              </w:rPr>
              <w:t xml:space="preserve"> III)</w:t>
            </w:r>
          </w:p>
        </w:tc>
      </w:tr>
    </w:tbl>
    <w:p w:rsidR="00663879" w:rsidRPr="00663879" w:rsidRDefault="00663879" w:rsidP="00663879">
      <w:pPr>
        <w:spacing w:before="100" w:beforeAutospacing="1" w:after="100" w:afterAutospacing="1"/>
        <w:ind w:left="4956"/>
        <w:jc w:val="both"/>
        <w:rPr>
          <w:b/>
          <w:lang w:val="uk-UA"/>
        </w:rPr>
      </w:pPr>
      <w:r w:rsidRPr="00663879">
        <w:rPr>
          <w:sz w:val="20"/>
          <w:szCs w:val="20"/>
          <w:lang w:val="uk-UA"/>
        </w:rPr>
        <w:br w:type="textWrapping" w:clear="all"/>
      </w:r>
      <w:r w:rsidRPr="00663879">
        <w:rPr>
          <w:b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03"/>
        <w:gridCol w:w="2022"/>
        <w:gridCol w:w="2855"/>
        <w:gridCol w:w="4145"/>
        <w:gridCol w:w="2626"/>
        <w:gridCol w:w="2477"/>
      </w:tblGrid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663879">
              <w:rPr>
                <w:b/>
                <w:sz w:val="20"/>
                <w:szCs w:val="20"/>
              </w:rPr>
              <w:t>вчинення</w:t>
            </w:r>
            <w:proofErr w:type="spellEnd"/>
            <w:r w:rsidRPr="0066387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3879">
              <w:rPr>
                <w:b/>
                <w:sz w:val="20"/>
                <w:szCs w:val="20"/>
              </w:rPr>
              <w:t>дії</w:t>
            </w:r>
            <w:proofErr w:type="spellEnd"/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663879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663879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663879">
              <w:rPr>
                <w:b/>
                <w:sz w:val="20"/>
                <w:szCs w:val="20"/>
              </w:rPr>
              <w:t xml:space="preserve"> особи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04.01.2023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Голова наглядової ради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Константiновський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Олександр Михайлович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д/в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припинення повноважень, прийнято загальними зборами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"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олiяжиркомбiнат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проведенi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28.12.2022 року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зборiв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моменту складення протоколу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голосування. Протокол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зборах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"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олiяжиркомбiнат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призначенi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 28.12.2022 року, складено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лiчильною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комiсiєю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04.01.2023 року.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04.01.2023 року. Припинити повноваження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дiючих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Голови та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Товариства. Повноваження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дiючих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Голови та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 вважати припиненими з моменту прийняття даного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загальними зборами Товариства.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Припинено повноваження Голови Наглядової ради Товариства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Константiновського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Олександра Михайловича.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 злочини,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вчиненнi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 корисливих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мотивiв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та злочини 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сферi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господарської, службової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дiяльностi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не має.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Акцiями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Товариства не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Особа не надала згоди на розкриття паспортних даних.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- 5 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Причина прийняття цього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закiнчення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строку 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дiї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повноважень. Переобрання на новий строк.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Посадова особа є представником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SCHEDRO GROUP LTD (ЩЕДРО ГРУП ЛТД).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</w:p>
        </w:tc>
      </w:tr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04.01.2023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Степаненко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Вiталiй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Васильович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д/в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припинення повноважень, прийнято загальними зборами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"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олiяжиркомбiнат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проведенi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28.12.2022 року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зборiв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r w:rsidRPr="00663879">
              <w:rPr>
                <w:sz w:val="20"/>
                <w:szCs w:val="20"/>
                <w:lang w:val="uk-UA"/>
              </w:rPr>
              <w:lastRenderedPageBreak/>
              <w:t xml:space="preserve">вважається прийнятим з моменту складення протоколу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голосування. Протокол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дистанцiйних</w:t>
            </w:r>
            <w:proofErr w:type="spellEnd"/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загальних зборах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"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олiяжиркомбiнат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призначенi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 28.12.2022 року, складено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лiчильною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комiсiєю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04.01.2023  року.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04.01.2023 року.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Припинити повноваження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дiючих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Голови та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Товариства. Повноваження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дiючих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Голови та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вважати припиненими з моменту прийняття даного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загальними зборами Товариства. Припинено повноваження члена Наглядової ради Товариства Степаненко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Вiталiя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Васильовича.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 злочини,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вчиненнi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 корисливих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мотивiв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та злочини 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сферi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господарської, службової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дiяльностi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не має.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АкцiямиТовариства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не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. Особа не надала згоди на розкриття паспортних даних.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- 5 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Посадова особа є представником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SCHEDRO GROUP LTD (ЩЕДРО ГРУП ЛТД).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Причина прийняття цього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закiнчення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строку 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дiї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повноважень. Переобрання на новий строк.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</w:p>
        </w:tc>
      </w:tr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lastRenderedPageBreak/>
              <w:t>04.01.2023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Мотiна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Ганна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Анатолiвна</w:t>
            </w:r>
            <w:proofErr w:type="spellEnd"/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д/в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припинення повноважень, прийнято загальними зборами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"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олiяжиркомбiнат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проведенi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28.12.2022 року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зборiв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моменту складення протоколу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голосування. Протокол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дистанцiйних</w:t>
            </w:r>
            <w:proofErr w:type="spellEnd"/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загальних зборах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_Запорiзький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олiяжиркомбiнат_,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призначенi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 28.12.2022 року, складено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лiчильною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комiсiєю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04.01.2023 року.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04.01.2023 року. Припинити повноваження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дiючих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Голови та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Товариства. Повноваження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дiючих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Голови та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 вважати припиненими з моменту прийняття даного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загальними зборами Товариства.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Припинено повноваження члена Наглядової ради Товариства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Мотiної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Ганни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Анатолiвни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;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Акцiями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Товариства не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.  Особа не надала згоди на розкриття паспортних даних;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злочини немає.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lastRenderedPageBreak/>
              <w:t>Cтрок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- 5 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Причина прийняття цього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закiнчення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строку 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дiї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повноважень. Переобрання на новий строк..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</w:p>
        </w:tc>
      </w:tr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lastRenderedPageBreak/>
              <w:t>04.01.2023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Голова наглядової ради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Константiновського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Олександра Михайловича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д/в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обрання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ради, прийнято загальними зборами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"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олiяжиркомбiнат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проведенi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28.12.2022 року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зборiв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моменту складення протоколу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голосування. Протокол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дистанцiйних</w:t>
            </w:r>
            <w:proofErr w:type="spellEnd"/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загальних зборах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"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олiяжиркомбiнат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призначенi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 28.12.2022 року, складено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лiчильною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комiсiєю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04.01.2023 року.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04.01.2023 року.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Обрати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 - Обрати членом наглядової ради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Константiновського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Олександра Михайловича.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Протоколом наглядової ради Товариства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вiд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04.01.2023 року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Константiновського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Олександра Михайловича обрано головою Наглядової ради товариства.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 злочини,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вчиненнi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 корисливих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мотивiв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та злочини 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сферi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господарської, службової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дiяльностi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не має.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Акцiями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Товариства не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Особа не надала згоди на розкриття паспортних даних.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Представник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SCHEDRO GROUP LTD. Посадова особа не є незалежним директором.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Строк, на який обрано особу: до моменту обрання наступного складу Наглядової ради.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Iншi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посади,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обiймала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ця особа протягом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останнiх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п'яти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: Заступник директора, радник з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фiнансових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питань;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Орган, що прийняв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обрання -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Загальнi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збори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, причина прийняття цього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: обрання нового складу Наглядової ради Товариства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</w:p>
        </w:tc>
      </w:tr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04.01.2023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Степаненко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Вiталiй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Васильович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д/в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обрання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ради, прийнято загальними зборами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_Запорiзький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олiяжиркомбiнат_,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проведенi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28.12.2022 року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зборiв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моменту складення протоколу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голосування. Протокол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зборах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_Запорiзький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олiяжиркомбiнат_,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призначенi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 28.12.2022 року, складено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лiчильною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комiсiєю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04.01.2023 року.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lastRenderedPageBreak/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04.01.2023 року.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Обрати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 - Обрати членом наглядової ради Степаненко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Вiталiя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Васильовича.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 злочини,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вчиненнi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 корисливих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мотивiв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та злочини 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сферi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господарської, службової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дiяльностi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не має.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Акцiями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 Товариства не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Особа не надала згоди на розкриття паспортних даних.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Представник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SCHEDRO GROUP LTD. Посадова особа не є незалежним директором.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Строк, на який обрано особу: до моменту обрання наступного складу Наглядової ради;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Iншi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посади,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обiймала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ця особа за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останнi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5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- Заступник директора, Директор департаменту безпеки, заступник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керiвника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 питань ;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Орган, що прийняв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обрання -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Загальнi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збори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, причина прийняття цього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: обрання нового складу Наглядової ради Товариства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</w:p>
        </w:tc>
      </w:tr>
      <w:tr w:rsidR="00663879" w:rsidRPr="00663879" w:rsidTr="00AF53F1"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lastRenderedPageBreak/>
              <w:t>04.01.2023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Мотiна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Ганна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Анатолiвна</w:t>
            </w:r>
            <w:proofErr w:type="spellEnd"/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д/в</w:t>
            </w:r>
          </w:p>
        </w:tc>
        <w:tc>
          <w:tcPr>
            <w:tcW w:w="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66387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663879" w:rsidRPr="00663879" w:rsidTr="00AF53F1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обрання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ради, прийнято загальними зборами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_Запорiзький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олiяжиркомбiнат_,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проведенi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28.12.2022 року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дистанцiйно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зборiв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моменту складення протоколу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голосування. Протокол про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пiдсумки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голосування на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дистанцiйних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загальних зборах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ПРАТ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_Запорiзький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олiяжиркомбiнат_,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призначенi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 28.12.2022 року, складено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лiчильною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комiсiєю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04.01.2023 року.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вважається прийнятим з 04.01.2023 року. Обрати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членiв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Наглядової ради Товариства - Обрати членом наглядової ради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Мотiну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Ганну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Анатолiвну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Непогашеної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за злочини,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вчиненнi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 корисливих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мотивiв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та злочини у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сферi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господарської, службової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дiяльностi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не має.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Акцiями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Товариства не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Особа не надала згоди на розкриття паспортних даних. 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Представник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SCHEDRO GROUP LTD. Посадова особа не є незалежним директором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t xml:space="preserve"> Строк, на який обрано особу: до моменту обрання наступного складу Наглядової ради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663879">
              <w:rPr>
                <w:sz w:val="20"/>
                <w:szCs w:val="20"/>
                <w:lang w:val="uk-UA"/>
              </w:rPr>
              <w:t>Iншi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посади,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обiймала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ця особа за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останнi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5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- Директор, заступник директора з реклами.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663879">
              <w:rPr>
                <w:sz w:val="20"/>
                <w:szCs w:val="20"/>
                <w:lang w:val="uk-UA"/>
              </w:rPr>
              <w:lastRenderedPageBreak/>
              <w:t xml:space="preserve">Орган, що прийняв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про обрання -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Загальнi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 збори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 xml:space="preserve">, причина прийняття цього </w:t>
            </w:r>
            <w:proofErr w:type="spellStart"/>
            <w:r w:rsidRPr="0066387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663879">
              <w:rPr>
                <w:sz w:val="20"/>
                <w:szCs w:val="20"/>
                <w:lang w:val="uk-UA"/>
              </w:rPr>
              <w:t>: обрання нового складу Наглядової ради Товариства</w:t>
            </w:r>
          </w:p>
          <w:p w:rsidR="00663879" w:rsidRPr="00663879" w:rsidRDefault="00663879" w:rsidP="0066387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</w:p>
        </w:tc>
      </w:tr>
    </w:tbl>
    <w:p w:rsidR="00663879" w:rsidRPr="00663879" w:rsidRDefault="00663879" w:rsidP="00663879"/>
    <w:p w:rsidR="00663879" w:rsidRPr="00663879" w:rsidRDefault="00663879" w:rsidP="00663879">
      <w:r w:rsidRPr="00663879">
        <w:rPr>
          <w:color w:val="333333"/>
          <w:sz w:val="20"/>
          <w:szCs w:val="20"/>
          <w:shd w:val="clear" w:color="auto" w:fill="FFFFFF"/>
        </w:rPr>
        <w:t xml:space="preserve">*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Окремо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зазначаються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особи,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які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звільняються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та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призначаються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обираються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або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припиняють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повноваження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) на </w:t>
      </w:r>
      <w:proofErr w:type="spellStart"/>
      <w:r w:rsidRPr="00663879">
        <w:rPr>
          <w:color w:val="333333"/>
          <w:sz w:val="20"/>
          <w:szCs w:val="20"/>
          <w:shd w:val="clear" w:color="auto" w:fill="FFFFFF"/>
        </w:rPr>
        <w:t>кожну</w:t>
      </w:r>
      <w:proofErr w:type="spellEnd"/>
      <w:r w:rsidRPr="00663879">
        <w:rPr>
          <w:color w:val="333333"/>
          <w:sz w:val="20"/>
          <w:szCs w:val="20"/>
          <w:shd w:val="clear" w:color="auto" w:fill="FFFFFF"/>
        </w:rPr>
        <w:t xml:space="preserve"> посаду.</w:t>
      </w:r>
    </w:p>
    <w:p w:rsidR="003C4C1A" w:rsidRPr="00F6654E" w:rsidRDefault="003C4C1A" w:rsidP="00C86AFD"/>
    <w:sectPr w:rsidR="003C4C1A" w:rsidRPr="00F6654E" w:rsidSect="00663879">
      <w:pgSz w:w="16838" w:h="11906" w:orient="landscape" w:code="9"/>
      <w:pgMar w:top="1417" w:right="363" w:bottom="850" w:left="36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C35EA9"/>
    <w:rsid w:val="00020BCB"/>
    <w:rsid w:val="001714DF"/>
    <w:rsid w:val="00244204"/>
    <w:rsid w:val="002D6506"/>
    <w:rsid w:val="003275D1"/>
    <w:rsid w:val="00375E69"/>
    <w:rsid w:val="003C4C1A"/>
    <w:rsid w:val="004263EB"/>
    <w:rsid w:val="0044001B"/>
    <w:rsid w:val="004E61FF"/>
    <w:rsid w:val="00531337"/>
    <w:rsid w:val="00663879"/>
    <w:rsid w:val="006C6B5C"/>
    <w:rsid w:val="007E37D1"/>
    <w:rsid w:val="007F5510"/>
    <w:rsid w:val="00902454"/>
    <w:rsid w:val="009A60E3"/>
    <w:rsid w:val="009F2C05"/>
    <w:rsid w:val="00A372E3"/>
    <w:rsid w:val="00B71BC8"/>
    <w:rsid w:val="00C35EA9"/>
    <w:rsid w:val="00C86AFD"/>
    <w:rsid w:val="00CD55EE"/>
    <w:rsid w:val="00D055A7"/>
    <w:rsid w:val="00D42B2D"/>
    <w:rsid w:val="00D42FB5"/>
    <w:rsid w:val="00D61340"/>
    <w:rsid w:val="00DC6C96"/>
    <w:rsid w:val="00DF42E6"/>
    <w:rsid w:val="00E209DB"/>
    <w:rsid w:val="00F66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92EAC-67F8-445C-B02F-38F3CA61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</Template>
  <TotalTime>1</TotalTime>
  <Pages>6</Pages>
  <Words>7198</Words>
  <Characters>4104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Титульний аркуш</vt:lpstr>
    </vt:vector>
  </TitlesOfParts>
  <Company>Reanimator Extreme Edition</Company>
  <LinksUpToDate>false</LinksUpToDate>
  <CharactersWithSpaces>11280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creator>Алексей</dc:creator>
  <cp:lastModifiedBy>Алексей</cp:lastModifiedBy>
  <cp:revision>2</cp:revision>
  <cp:lastPrinted>2013-07-11T14:29:00Z</cp:lastPrinted>
  <dcterms:created xsi:type="dcterms:W3CDTF">2023-01-06T07:41:00Z</dcterms:created>
  <dcterms:modified xsi:type="dcterms:W3CDTF">2023-01-06T07:41:00Z</dcterms:modified>
</cp:coreProperties>
</file>